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D63896">
        <w:rPr>
          <w:rFonts w:ascii="Corbel" w:hAnsi="Corbel"/>
          <w:b/>
          <w:i/>
          <w:smallCaps/>
          <w:sz w:val="24"/>
          <w:szCs w:val="24"/>
        </w:rPr>
        <w:t>2022-2025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4B43BF" w:rsidRDefault="004B43BF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4B43BF">
        <w:rPr>
          <w:rFonts w:ascii="Corbel" w:hAnsi="Corbel"/>
          <w:b/>
          <w:sz w:val="20"/>
          <w:szCs w:val="20"/>
        </w:rPr>
        <w:t xml:space="preserve">Rok akademicki  </w:t>
      </w:r>
      <w:r w:rsidR="00C8278E" w:rsidRPr="004B43BF">
        <w:rPr>
          <w:rFonts w:ascii="Corbel" w:hAnsi="Corbel"/>
          <w:b/>
          <w:sz w:val="20"/>
          <w:szCs w:val="20"/>
        </w:rPr>
        <w:t>202</w:t>
      </w:r>
      <w:r w:rsidR="00D63896">
        <w:rPr>
          <w:rFonts w:ascii="Corbel" w:hAnsi="Corbel"/>
          <w:b/>
          <w:sz w:val="20"/>
          <w:szCs w:val="20"/>
        </w:rPr>
        <w:t>2</w:t>
      </w:r>
      <w:r w:rsidR="00C8278E" w:rsidRPr="004B43BF">
        <w:rPr>
          <w:rFonts w:ascii="Corbel" w:hAnsi="Corbel"/>
          <w:b/>
          <w:sz w:val="20"/>
          <w:szCs w:val="20"/>
        </w:rPr>
        <w:t>/202</w:t>
      </w:r>
      <w:r w:rsidR="00D63896">
        <w:rPr>
          <w:rFonts w:ascii="Corbel" w:hAnsi="Corbel"/>
          <w:b/>
          <w:sz w:val="20"/>
          <w:szCs w:val="20"/>
        </w:rPr>
        <w:t>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4B43BF" w:rsidRDefault="0019362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B43BF">
              <w:rPr>
                <w:rFonts w:ascii="Corbel" w:hAnsi="Corbel"/>
                <w:sz w:val="24"/>
                <w:szCs w:val="24"/>
              </w:rPr>
              <w:t>Kreowanie własnego wizerunku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386A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6A8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F228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</w:rPr>
              <w:t>Instytut Pedagogiki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Nauki o rodzinie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4B43BF" w:rsidRDefault="008F5E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B43BF">
              <w:rPr>
                <w:rFonts w:ascii="Corbel" w:hAnsi="Corbel"/>
                <w:sz w:val="24"/>
                <w:szCs w:val="24"/>
              </w:rPr>
              <w:t>Rok I, semestr 1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Przedmioty </w:t>
            </w:r>
            <w:r w:rsidR="000835F6">
              <w:rPr>
                <w:rFonts w:ascii="Corbel" w:hAnsi="Corbel"/>
                <w:b w:val="0"/>
                <w:sz w:val="24"/>
                <w:szCs w:val="24"/>
              </w:rPr>
              <w:t>podstawowe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4A71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Anna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Batiuk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4B43B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Default="00015B8F" w:rsidP="004B43B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4B43B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4B43B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4B43B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4B43B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4B43B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4B43B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4B43B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4B43B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4B43B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4B43B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4B43B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F5E63" w:rsidP="004B43B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4B43B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F5E63" w:rsidP="004B43B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4B43B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4B43B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4B43B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4B43B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4B43B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4B43B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F5E63" w:rsidP="004B43B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DA4EB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DA4EBE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8F5E6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9F53B0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Podstawowe wiadomości z zakresu komunikacji społecznej</w:t>
            </w:r>
            <w:r w:rsidR="001B7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4942DB" w:rsidRPr="009C54AE" w:rsidTr="004942DB">
        <w:tc>
          <w:tcPr>
            <w:tcW w:w="845" w:type="dxa"/>
            <w:vAlign w:val="center"/>
          </w:tcPr>
          <w:p w:rsidR="004942DB" w:rsidRPr="009C54AE" w:rsidRDefault="004942DB" w:rsidP="004942D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="004942DB" w:rsidRPr="004942DB" w:rsidRDefault="004942DB" w:rsidP="004942D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942DB">
              <w:rPr>
                <w:rFonts w:ascii="Corbel" w:hAnsi="Corbel"/>
                <w:b w:val="0"/>
                <w:sz w:val="24"/>
                <w:szCs w:val="24"/>
              </w:rPr>
              <w:t>Wyposażenie studentów w podstawową wiedzę z zakresu kreowania własnego wizerunku</w:t>
            </w:r>
          </w:p>
        </w:tc>
      </w:tr>
      <w:tr w:rsidR="004942DB" w:rsidRPr="009C54AE" w:rsidTr="004942DB">
        <w:tc>
          <w:tcPr>
            <w:tcW w:w="845" w:type="dxa"/>
            <w:vAlign w:val="center"/>
          </w:tcPr>
          <w:p w:rsidR="004942DB" w:rsidRPr="009C54AE" w:rsidRDefault="004942DB" w:rsidP="004942D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="004942DB" w:rsidRPr="004942DB" w:rsidRDefault="004942DB" w:rsidP="004942D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942DB">
              <w:rPr>
                <w:rFonts w:ascii="Corbel" w:hAnsi="Corbel"/>
                <w:b w:val="0"/>
                <w:sz w:val="24"/>
                <w:szCs w:val="24"/>
              </w:rPr>
              <w:t>Kształtowanie umiejętności posługiwania się narzędziami kreującymi własny wizerunek</w:t>
            </w:r>
          </w:p>
        </w:tc>
      </w:tr>
      <w:tr w:rsidR="004942DB" w:rsidRPr="009C54AE" w:rsidTr="004942DB">
        <w:tc>
          <w:tcPr>
            <w:tcW w:w="845" w:type="dxa"/>
            <w:vAlign w:val="center"/>
          </w:tcPr>
          <w:p w:rsidR="004942DB" w:rsidRPr="009C54AE" w:rsidRDefault="004942DB" w:rsidP="004942D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vAlign w:val="center"/>
          </w:tcPr>
          <w:p w:rsidR="004942DB" w:rsidRPr="004942DB" w:rsidRDefault="004942DB" w:rsidP="004942D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942DB">
              <w:rPr>
                <w:rFonts w:ascii="Corbel" w:hAnsi="Corbel"/>
                <w:b w:val="0"/>
                <w:sz w:val="24"/>
                <w:szCs w:val="24"/>
              </w:rPr>
              <w:t>Wypracowanie określonych umiejętności potrzebnych do prawidłowego funkcjonowania w relacjach prywatnych i zawodowych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:rsidTr="004942DB">
        <w:tc>
          <w:tcPr>
            <w:tcW w:w="1680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4942DB">
        <w:tc>
          <w:tcPr>
            <w:tcW w:w="1680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:rsidR="003A5D25" w:rsidRPr="009C54AE" w:rsidRDefault="0037352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Opisze</w:t>
            </w:r>
            <w:r w:rsidR="003A5D25">
              <w:rPr>
                <w:rFonts w:ascii="Corbel" w:hAnsi="Corbel"/>
                <w:b w:val="0"/>
                <w:smallCaps w:val="0"/>
                <w:szCs w:val="24"/>
              </w:rPr>
              <w:t xml:space="preserve"> znaczenie poszczególnych form komunikacji (werbalnej, niewerbalnej i synergicznej) dla kreacji wizerunku</w:t>
            </w:r>
          </w:p>
        </w:tc>
        <w:tc>
          <w:tcPr>
            <w:tcW w:w="1865" w:type="dxa"/>
          </w:tcPr>
          <w:p w:rsidR="0085747A" w:rsidRPr="009C54AE" w:rsidRDefault="0037352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4942DB" w:rsidRPr="009C54AE" w:rsidTr="004942DB">
        <w:tc>
          <w:tcPr>
            <w:tcW w:w="1680" w:type="dxa"/>
          </w:tcPr>
          <w:p w:rsidR="004942DB" w:rsidRPr="009C54AE" w:rsidRDefault="004942DB" w:rsidP="004942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9F53B0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5" w:type="dxa"/>
          </w:tcPr>
          <w:p w:rsidR="003A5D25" w:rsidRPr="003A5D25" w:rsidRDefault="00E70185" w:rsidP="004942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Opisze</w:t>
            </w:r>
            <w:r w:rsidR="003A5D25" w:rsidRPr="003A5D25">
              <w:rPr>
                <w:rFonts w:ascii="Corbel" w:hAnsi="Corbel"/>
                <w:b w:val="0"/>
                <w:smallCaps w:val="0"/>
                <w:szCs w:val="24"/>
              </w:rPr>
              <w:t xml:space="preserve"> mechanizmy komunikacji i normy regulując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3A5D25" w:rsidRPr="003A5D25">
              <w:rPr>
                <w:rFonts w:ascii="Corbel" w:hAnsi="Corbel"/>
                <w:b w:val="0"/>
                <w:smallCaps w:val="0"/>
                <w:szCs w:val="24"/>
              </w:rPr>
              <w:t xml:space="preserve"> zasady współżycia społecznego oraz prawidłowości i czynniki ją zakłócające</w:t>
            </w:r>
          </w:p>
        </w:tc>
        <w:tc>
          <w:tcPr>
            <w:tcW w:w="1865" w:type="dxa"/>
          </w:tcPr>
          <w:p w:rsidR="004942DB" w:rsidRPr="009C54AE" w:rsidRDefault="00E70185" w:rsidP="004942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4942DB" w:rsidRPr="009C54AE" w:rsidTr="004942DB">
        <w:tc>
          <w:tcPr>
            <w:tcW w:w="1680" w:type="dxa"/>
          </w:tcPr>
          <w:p w:rsidR="004942DB" w:rsidRPr="009C54AE" w:rsidRDefault="004942DB" w:rsidP="004942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F53B0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5" w:type="dxa"/>
          </w:tcPr>
          <w:p w:rsidR="003A5D25" w:rsidRPr="003A5D25" w:rsidRDefault="00D17689" w:rsidP="004942D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Kreuje</w:t>
            </w:r>
            <w:r w:rsidR="003A5D25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własny wizerunek stosownie do różnych sytuacji życia codziennego</w:t>
            </w:r>
          </w:p>
        </w:tc>
        <w:tc>
          <w:tcPr>
            <w:tcW w:w="1865" w:type="dxa"/>
          </w:tcPr>
          <w:p w:rsidR="004942DB" w:rsidRPr="009C54AE" w:rsidRDefault="00D17689" w:rsidP="004942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3A5D25" w:rsidRPr="009C54AE" w:rsidTr="004942DB">
        <w:tc>
          <w:tcPr>
            <w:tcW w:w="1680" w:type="dxa"/>
          </w:tcPr>
          <w:p w:rsidR="003A5D25" w:rsidRDefault="003A5D25" w:rsidP="004942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F53B0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5" w:type="dxa"/>
          </w:tcPr>
          <w:p w:rsidR="003A5D25" w:rsidRDefault="00D17689" w:rsidP="004942D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W</w:t>
            </w:r>
            <w:r w:rsidR="003A5D25">
              <w:rPr>
                <w:rFonts w:ascii="Corbel" w:hAnsi="Corbel"/>
                <w:b w:val="0"/>
                <w:bCs/>
                <w:smallCaps w:val="0"/>
                <w:szCs w:val="24"/>
              </w:rPr>
              <w:t>ykorzy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stuje</w:t>
            </w:r>
            <w:r w:rsidR="003A5D25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elemen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ty</w:t>
            </w:r>
            <w:r w:rsidR="003A5D25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kreowania wizerunku w każdej sytuacji</w:t>
            </w:r>
          </w:p>
        </w:tc>
        <w:tc>
          <w:tcPr>
            <w:tcW w:w="1865" w:type="dxa"/>
          </w:tcPr>
          <w:p w:rsidR="003A5D25" w:rsidRPr="009C54AE" w:rsidRDefault="00D17689" w:rsidP="004942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3A5D25" w:rsidRPr="009C54AE" w:rsidTr="004942DB">
        <w:tc>
          <w:tcPr>
            <w:tcW w:w="1680" w:type="dxa"/>
          </w:tcPr>
          <w:p w:rsidR="003A5D25" w:rsidRDefault="003A5D25" w:rsidP="004942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F53B0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5" w:type="dxa"/>
          </w:tcPr>
          <w:p w:rsidR="003A5D25" w:rsidRDefault="00D17689" w:rsidP="004942D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Pozostaje </w:t>
            </w:r>
            <w:r w:rsidR="003A5D25">
              <w:rPr>
                <w:rFonts w:ascii="Corbel" w:hAnsi="Corbel"/>
                <w:b w:val="0"/>
                <w:bCs/>
                <w:smallCaps w:val="0"/>
                <w:szCs w:val="24"/>
              </w:rPr>
              <w:t>otwarty na różnice kulturowe dotyczące reguł obyczajowych</w:t>
            </w:r>
          </w:p>
        </w:tc>
        <w:tc>
          <w:tcPr>
            <w:tcW w:w="1865" w:type="dxa"/>
          </w:tcPr>
          <w:p w:rsidR="003A5D25" w:rsidRPr="009C54AE" w:rsidRDefault="00D17689" w:rsidP="004942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C0527C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C0527C">
        <w:tc>
          <w:tcPr>
            <w:tcW w:w="9520" w:type="dxa"/>
          </w:tcPr>
          <w:p w:rsidR="0085747A" w:rsidRPr="009C54AE" w:rsidRDefault="00C0527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4942DB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4942DB">
        <w:tc>
          <w:tcPr>
            <w:tcW w:w="9520" w:type="dxa"/>
          </w:tcPr>
          <w:p w:rsidR="0085747A" w:rsidRPr="004942DB" w:rsidRDefault="004942D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942DB">
              <w:rPr>
                <w:rFonts w:ascii="Corbel" w:hAnsi="Corbel"/>
                <w:sz w:val="24"/>
                <w:szCs w:val="24"/>
              </w:rPr>
              <w:t>Komunikacja werbalna, niewerbalna i synergiczna. Mowa ciała, psychologia ubioru.</w:t>
            </w:r>
          </w:p>
        </w:tc>
      </w:tr>
      <w:tr w:rsidR="0085747A" w:rsidRPr="009C54AE" w:rsidTr="004942DB">
        <w:tc>
          <w:tcPr>
            <w:tcW w:w="9520" w:type="dxa"/>
          </w:tcPr>
          <w:p w:rsidR="0085747A" w:rsidRPr="004942DB" w:rsidRDefault="004942D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942DB">
              <w:rPr>
                <w:rFonts w:ascii="Corbel" w:hAnsi="Corbel"/>
                <w:sz w:val="24"/>
                <w:szCs w:val="24"/>
              </w:rPr>
              <w:t xml:space="preserve">Autoprezentacja – pojęcie, warunki, motywy autokreacji; publiczne autowizerunki (koncepcja Jonesa i </w:t>
            </w:r>
            <w:proofErr w:type="spellStart"/>
            <w:r w:rsidRPr="004942DB">
              <w:rPr>
                <w:rFonts w:ascii="Corbel" w:hAnsi="Corbel"/>
                <w:sz w:val="24"/>
                <w:szCs w:val="24"/>
              </w:rPr>
              <w:t>Pittmana</w:t>
            </w:r>
            <w:proofErr w:type="spellEnd"/>
            <w:r w:rsidR="009F53B0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="009F53B0">
              <w:rPr>
                <w:rFonts w:ascii="Corbel" w:hAnsi="Corbel"/>
                <w:sz w:val="24"/>
                <w:szCs w:val="24"/>
              </w:rPr>
              <w:t>Goffmana</w:t>
            </w:r>
            <w:proofErr w:type="spellEnd"/>
            <w:r w:rsidRPr="004942DB">
              <w:rPr>
                <w:rFonts w:ascii="Corbel" w:hAnsi="Corbel"/>
                <w:sz w:val="24"/>
                <w:szCs w:val="24"/>
              </w:rPr>
              <w:t>). Mój wizerunek – prezentacja siebie.</w:t>
            </w:r>
          </w:p>
        </w:tc>
      </w:tr>
      <w:tr w:rsidR="004942DB" w:rsidRPr="009C54AE" w:rsidTr="004942DB">
        <w:tc>
          <w:tcPr>
            <w:tcW w:w="9520" w:type="dxa"/>
          </w:tcPr>
          <w:p w:rsidR="004942DB" w:rsidRPr="004942DB" w:rsidRDefault="004942DB" w:rsidP="004942D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942DB">
              <w:rPr>
                <w:rFonts w:ascii="Corbel" w:hAnsi="Corbel"/>
                <w:sz w:val="24"/>
                <w:szCs w:val="24"/>
              </w:rPr>
              <w:t>Zasady kreowania własnego wizerunku. Podstawowe narzędzia kreujące wizerunek; umiejętność publicznego przemawiania. Zasady pierwszego wrażenia.</w:t>
            </w:r>
          </w:p>
        </w:tc>
      </w:tr>
      <w:tr w:rsidR="004942DB" w:rsidRPr="009C54AE" w:rsidTr="004942DB">
        <w:tc>
          <w:tcPr>
            <w:tcW w:w="9520" w:type="dxa"/>
          </w:tcPr>
          <w:p w:rsidR="004942DB" w:rsidRPr="004942DB" w:rsidRDefault="004942DB" w:rsidP="004942D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942DB">
              <w:rPr>
                <w:rFonts w:ascii="Corbel" w:hAnsi="Corbel"/>
                <w:sz w:val="24"/>
                <w:szCs w:val="24"/>
              </w:rPr>
              <w:t>Zasady obowiązujące przy poszukiwaniu pracy, przygotowanie dokumentów aplikacyjnych, rozmowa wstępna.</w:t>
            </w:r>
          </w:p>
        </w:tc>
      </w:tr>
      <w:tr w:rsidR="004942DB" w:rsidRPr="009C54AE" w:rsidTr="004942DB">
        <w:tc>
          <w:tcPr>
            <w:tcW w:w="9520" w:type="dxa"/>
          </w:tcPr>
          <w:p w:rsidR="004942DB" w:rsidRPr="004942DB" w:rsidRDefault="004942DB" w:rsidP="004942DB">
            <w:pPr>
              <w:pStyle w:val="Akapitzlist"/>
              <w:ind w:left="29"/>
              <w:rPr>
                <w:rFonts w:ascii="Corbel" w:hAnsi="Corbel"/>
                <w:sz w:val="24"/>
                <w:szCs w:val="24"/>
              </w:rPr>
            </w:pPr>
            <w:r w:rsidRPr="004942DB">
              <w:rPr>
                <w:rFonts w:ascii="Corbel" w:hAnsi="Corbel"/>
                <w:sz w:val="24"/>
                <w:szCs w:val="24"/>
              </w:rPr>
              <w:t xml:space="preserve">Wybrane zagadnienia savoir-vivre w kontaktach międzyludzkich zawodowych i prywatnych. </w:t>
            </w:r>
          </w:p>
          <w:p w:rsidR="004942DB" w:rsidRPr="004942DB" w:rsidRDefault="004942DB" w:rsidP="004942DB">
            <w:pPr>
              <w:pStyle w:val="Akapitzlist"/>
              <w:ind w:left="29"/>
              <w:rPr>
                <w:rFonts w:ascii="Corbel" w:hAnsi="Corbel"/>
                <w:sz w:val="24"/>
                <w:szCs w:val="24"/>
              </w:rPr>
            </w:pPr>
            <w:r w:rsidRPr="004942DB">
              <w:rPr>
                <w:rFonts w:ascii="Corbel" w:hAnsi="Corbel"/>
                <w:sz w:val="24"/>
                <w:szCs w:val="24"/>
              </w:rPr>
              <w:lastRenderedPageBreak/>
              <w:t xml:space="preserve"> - normy regulujące relacje międzyludzkie – prawne, moralne, reguły obyczajowe. Kultura osobista, kindersztuba,</w:t>
            </w:r>
          </w:p>
          <w:p w:rsidR="004942DB" w:rsidRPr="004942DB" w:rsidRDefault="004942DB" w:rsidP="004942DB">
            <w:pPr>
              <w:pStyle w:val="Akapitzlist"/>
              <w:ind w:left="29"/>
              <w:rPr>
                <w:rFonts w:ascii="Corbel" w:hAnsi="Corbel"/>
                <w:sz w:val="24"/>
                <w:szCs w:val="24"/>
              </w:rPr>
            </w:pPr>
            <w:r w:rsidRPr="004942DB">
              <w:rPr>
                <w:rFonts w:ascii="Corbel" w:hAnsi="Corbel"/>
                <w:sz w:val="24"/>
                <w:szCs w:val="24"/>
              </w:rPr>
              <w:t>- kultura dnia codziennego: pozdrawianie, przedstawianie, tytułowanie,</w:t>
            </w:r>
          </w:p>
          <w:p w:rsidR="004942DB" w:rsidRPr="004942DB" w:rsidRDefault="004942DB" w:rsidP="004942D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942DB">
              <w:rPr>
                <w:rFonts w:ascii="Corbel" w:hAnsi="Corbel"/>
                <w:sz w:val="24"/>
                <w:szCs w:val="24"/>
              </w:rPr>
              <w:t>- sztuka zachowania się przy stole.</w:t>
            </w:r>
          </w:p>
        </w:tc>
      </w:tr>
      <w:tr w:rsidR="004942DB" w:rsidRPr="009C54AE" w:rsidTr="004942DB">
        <w:tc>
          <w:tcPr>
            <w:tcW w:w="9520" w:type="dxa"/>
          </w:tcPr>
          <w:p w:rsidR="004942DB" w:rsidRPr="004942DB" w:rsidRDefault="004942DB" w:rsidP="004942D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942DB">
              <w:rPr>
                <w:rFonts w:ascii="Corbel" w:hAnsi="Corbel"/>
                <w:sz w:val="24"/>
                <w:szCs w:val="24"/>
              </w:rPr>
              <w:lastRenderedPageBreak/>
              <w:t>Sztuka nawiązywania znajomości, small talk. Nowoczesne środki komunikacji i zasady korzystania z nich –</w:t>
            </w:r>
            <w:r w:rsidR="003534F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942DB">
              <w:rPr>
                <w:rFonts w:ascii="Corbel" w:hAnsi="Corbel"/>
                <w:sz w:val="24"/>
                <w:szCs w:val="24"/>
              </w:rPr>
              <w:t>netykieta.</w:t>
            </w:r>
          </w:p>
        </w:tc>
      </w:tr>
      <w:tr w:rsidR="004942DB" w:rsidRPr="009C54AE" w:rsidTr="004942DB">
        <w:tc>
          <w:tcPr>
            <w:tcW w:w="9520" w:type="dxa"/>
          </w:tcPr>
          <w:p w:rsidR="004942DB" w:rsidRPr="004942DB" w:rsidRDefault="004942DB" w:rsidP="004942D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942DB">
              <w:rPr>
                <w:rFonts w:ascii="Corbel" w:hAnsi="Corbel"/>
                <w:sz w:val="24"/>
                <w:szCs w:val="24"/>
              </w:rPr>
              <w:t>„Co kraj to obyczaj” – kulturowe uwarunkowania reguł obyczajowych.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3534FA" w:rsidRDefault="003534FA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85747A" w:rsidRPr="003534FA" w:rsidRDefault="003534F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534FA">
        <w:rPr>
          <w:rFonts w:ascii="Corbel" w:hAnsi="Corbel"/>
          <w:b w:val="0"/>
          <w:smallCaps w:val="0"/>
          <w:szCs w:val="24"/>
        </w:rPr>
        <w:t>Ćwiczenia, projekt praktyczny/praca w grupach/rozwiązywanie zadań problemowych/ dyskusja</w:t>
      </w:r>
    </w:p>
    <w:p w:rsidR="003534FA" w:rsidRDefault="003534FA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3534FA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C0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C0527C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3534FA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85747A" w:rsidRPr="003534FA" w:rsidRDefault="003534FA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3534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</w:p>
        </w:tc>
        <w:tc>
          <w:tcPr>
            <w:tcW w:w="2117" w:type="dxa"/>
          </w:tcPr>
          <w:p w:rsidR="0085747A" w:rsidRPr="009C54AE" w:rsidRDefault="003534F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  <w:r w:rsidR="00C0527C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3534FA" w:rsidRPr="009C54AE" w:rsidTr="003534FA">
        <w:tc>
          <w:tcPr>
            <w:tcW w:w="1962" w:type="dxa"/>
          </w:tcPr>
          <w:p w:rsidR="003534FA" w:rsidRPr="009C54AE" w:rsidRDefault="003534F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9F53B0">
              <w:rPr>
                <w:rFonts w:ascii="Corbel" w:hAnsi="Corbel"/>
                <w:b w:val="0"/>
                <w:szCs w:val="24"/>
              </w:rPr>
              <w:t>2</w:t>
            </w:r>
          </w:p>
        </w:tc>
        <w:tc>
          <w:tcPr>
            <w:tcW w:w="5441" w:type="dxa"/>
          </w:tcPr>
          <w:p w:rsidR="003534FA" w:rsidRPr="003534FA" w:rsidRDefault="003534F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3534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</w:p>
        </w:tc>
        <w:tc>
          <w:tcPr>
            <w:tcW w:w="2117" w:type="dxa"/>
          </w:tcPr>
          <w:p w:rsidR="003534FA" w:rsidRPr="009C54AE" w:rsidRDefault="003534F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  <w:r w:rsidR="00C0527C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9F53B0" w:rsidRPr="009C54AE" w:rsidTr="003534FA">
        <w:tc>
          <w:tcPr>
            <w:tcW w:w="1962" w:type="dxa"/>
          </w:tcPr>
          <w:p w:rsidR="009F53B0" w:rsidRDefault="009F53B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9F53B0" w:rsidRDefault="009F53B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9F53B0" w:rsidRDefault="009F53B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  <w:r w:rsidR="00C0527C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3534FA" w:rsidRPr="009C54AE" w:rsidTr="003534FA">
        <w:tc>
          <w:tcPr>
            <w:tcW w:w="1962" w:type="dxa"/>
          </w:tcPr>
          <w:p w:rsidR="003534FA" w:rsidRPr="009C54AE" w:rsidRDefault="003534F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9F53B0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:rsidR="003534FA" w:rsidRPr="003534FA" w:rsidRDefault="003534F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534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3534FA" w:rsidRPr="009C54AE" w:rsidRDefault="003534F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  <w:r w:rsidR="00C0527C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3534FA" w:rsidRPr="009C54AE" w:rsidTr="003534FA">
        <w:tc>
          <w:tcPr>
            <w:tcW w:w="1962" w:type="dxa"/>
          </w:tcPr>
          <w:p w:rsidR="003534FA" w:rsidRPr="009C54AE" w:rsidRDefault="003534F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9F53B0"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</w:tcPr>
          <w:p w:rsidR="003534FA" w:rsidRPr="003534FA" w:rsidRDefault="003534F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534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3534FA" w:rsidRPr="009C54AE" w:rsidRDefault="003534F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  <w:r w:rsidR="00C0527C"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3534FA" w:rsidRPr="003534FA" w:rsidRDefault="003534FA" w:rsidP="003534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34FA">
              <w:rPr>
                <w:rFonts w:ascii="Corbel" w:hAnsi="Corbel"/>
                <w:b w:val="0"/>
                <w:smallCaps w:val="0"/>
                <w:szCs w:val="24"/>
              </w:rPr>
              <w:t>1. Wykonywanie projektów podczas zajęć i pozytywne ich zaopiniowanie przez prowadzącego zajęcia.</w:t>
            </w:r>
          </w:p>
          <w:p w:rsidR="0085747A" w:rsidRPr="009C54AE" w:rsidRDefault="003534F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34FA">
              <w:rPr>
                <w:rFonts w:ascii="Corbel" w:hAnsi="Corbel"/>
                <w:b w:val="0"/>
                <w:smallCaps w:val="0"/>
                <w:szCs w:val="24"/>
              </w:rPr>
              <w:t>2. Pozytywna ocena z kolokwium</w:t>
            </w:r>
            <w:r w:rsidR="008C62F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3534FA" w:rsidP="001C2FC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="00C61DC5" w:rsidRPr="009C54AE" w:rsidRDefault="00D17689" w:rsidP="001C2FC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(przygotowanie do zajęć, </w:t>
            </w:r>
            <w:r w:rsidR="008C62F9"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9F53B0">
              <w:rPr>
                <w:rFonts w:ascii="Corbel" w:hAnsi="Corbel"/>
                <w:sz w:val="24"/>
                <w:szCs w:val="24"/>
              </w:rPr>
              <w:t xml:space="preserve">do </w:t>
            </w:r>
            <w:r w:rsidR="003534FA">
              <w:rPr>
                <w:rFonts w:ascii="Corbel" w:hAnsi="Corbel"/>
                <w:sz w:val="24"/>
                <w:szCs w:val="24"/>
              </w:rPr>
              <w:t>kolokwium</w:t>
            </w:r>
            <w:r w:rsidRPr="008C62F9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3534FA" w:rsidP="001C2FC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2</w:t>
            </w:r>
            <w:r w:rsidR="00D17689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3534FA" w:rsidP="001C2FC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8F5E63" w:rsidP="001C2FC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34F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9F53B0" w:rsidRPr="003534FA" w:rsidRDefault="009F53B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Batiuk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A., </w:t>
            </w:r>
            <w:r w:rsidRPr="009F53B0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Kindersztuba w czasach przemian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w: </w:t>
            </w:r>
            <w:r w:rsidRPr="009F53B0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Wokół rodziny. Wychowanie, kultura, społeczeństwo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red. G. Grzybek, A. Garbarz, Rzeszów 2011, s. 179-186.</w:t>
            </w:r>
          </w:p>
          <w:p w:rsidR="008C62F9" w:rsidRPr="003534FA" w:rsidRDefault="008C62F9" w:rsidP="003534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534FA">
              <w:rPr>
                <w:rFonts w:ascii="Corbel" w:hAnsi="Corbel"/>
                <w:sz w:val="24"/>
                <w:szCs w:val="24"/>
              </w:rPr>
              <w:t xml:space="preserve">Hall E., </w:t>
            </w:r>
            <w:r w:rsidRPr="003534FA">
              <w:rPr>
                <w:rFonts w:ascii="Corbel" w:hAnsi="Corbel"/>
                <w:i/>
                <w:sz w:val="24"/>
                <w:szCs w:val="24"/>
              </w:rPr>
              <w:t>Poza kulturą</w:t>
            </w:r>
            <w:r w:rsidRPr="003534FA">
              <w:rPr>
                <w:rFonts w:ascii="Corbel" w:hAnsi="Corbel"/>
                <w:sz w:val="24"/>
                <w:szCs w:val="24"/>
              </w:rPr>
              <w:t>, Warszawa 1984.</w:t>
            </w:r>
          </w:p>
          <w:p w:rsidR="008C62F9" w:rsidRPr="003534FA" w:rsidRDefault="008C62F9" w:rsidP="003534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534FA">
              <w:rPr>
                <w:rFonts w:ascii="Corbel" w:hAnsi="Corbel"/>
                <w:sz w:val="24"/>
                <w:szCs w:val="24"/>
              </w:rPr>
              <w:t>Jay</w:t>
            </w:r>
            <w:proofErr w:type="spellEnd"/>
            <w:r w:rsidRPr="003534FA">
              <w:rPr>
                <w:rFonts w:ascii="Corbel" w:hAnsi="Corbel"/>
                <w:sz w:val="24"/>
                <w:szCs w:val="24"/>
              </w:rPr>
              <w:t xml:space="preserve"> A., </w:t>
            </w:r>
            <w:proofErr w:type="spellStart"/>
            <w:r w:rsidRPr="003534FA">
              <w:rPr>
                <w:rFonts w:ascii="Corbel" w:hAnsi="Corbel"/>
                <w:sz w:val="24"/>
                <w:szCs w:val="24"/>
              </w:rPr>
              <w:t>Jay</w:t>
            </w:r>
            <w:proofErr w:type="spellEnd"/>
            <w:r w:rsidRPr="003534FA">
              <w:rPr>
                <w:rFonts w:ascii="Corbel" w:hAnsi="Corbel"/>
                <w:sz w:val="24"/>
                <w:szCs w:val="24"/>
              </w:rPr>
              <w:t xml:space="preserve"> R., </w:t>
            </w:r>
            <w:r w:rsidRPr="003534FA">
              <w:rPr>
                <w:rFonts w:ascii="Corbel" w:hAnsi="Corbel"/>
                <w:i/>
                <w:sz w:val="24"/>
                <w:szCs w:val="24"/>
              </w:rPr>
              <w:t>Skuteczna prezentacja</w:t>
            </w:r>
            <w:r w:rsidRPr="003534FA">
              <w:rPr>
                <w:rFonts w:ascii="Corbel" w:hAnsi="Corbel"/>
                <w:sz w:val="24"/>
                <w:szCs w:val="24"/>
              </w:rPr>
              <w:t>, Warszawa 2001.</w:t>
            </w:r>
          </w:p>
          <w:p w:rsidR="008C62F9" w:rsidRPr="003534FA" w:rsidRDefault="008C62F9" w:rsidP="003534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534FA">
              <w:rPr>
                <w:rFonts w:ascii="Corbel" w:hAnsi="Corbel"/>
                <w:sz w:val="24"/>
                <w:szCs w:val="24"/>
              </w:rPr>
              <w:t xml:space="preserve">Królik G., </w:t>
            </w:r>
            <w:r w:rsidRPr="003534FA">
              <w:rPr>
                <w:rFonts w:ascii="Corbel" w:hAnsi="Corbel"/>
                <w:i/>
                <w:sz w:val="24"/>
                <w:szCs w:val="24"/>
              </w:rPr>
              <w:t>Autoprezentacja</w:t>
            </w:r>
            <w:r w:rsidRPr="003534FA">
              <w:rPr>
                <w:rFonts w:ascii="Corbel" w:hAnsi="Corbel"/>
                <w:sz w:val="24"/>
                <w:szCs w:val="24"/>
              </w:rPr>
              <w:t>, Katowice, 2004.</w:t>
            </w:r>
          </w:p>
          <w:p w:rsidR="008C62F9" w:rsidRPr="003534FA" w:rsidRDefault="008C62F9" w:rsidP="003534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534FA">
              <w:rPr>
                <w:rFonts w:ascii="Corbel" w:hAnsi="Corbel"/>
                <w:sz w:val="24"/>
                <w:szCs w:val="24"/>
              </w:rPr>
              <w:t xml:space="preserve">Lewandowski E., </w:t>
            </w:r>
            <w:r w:rsidRPr="003534FA">
              <w:rPr>
                <w:rFonts w:ascii="Corbel" w:hAnsi="Corbel"/>
                <w:i/>
                <w:sz w:val="24"/>
                <w:szCs w:val="24"/>
              </w:rPr>
              <w:t>Pejzaż etniczny Europy</w:t>
            </w:r>
            <w:r w:rsidRPr="003534FA">
              <w:rPr>
                <w:rFonts w:ascii="Corbel" w:hAnsi="Corbel"/>
                <w:sz w:val="24"/>
                <w:szCs w:val="24"/>
              </w:rPr>
              <w:t>, Warszawa 2004.</w:t>
            </w:r>
          </w:p>
          <w:p w:rsidR="008C62F9" w:rsidRPr="003534FA" w:rsidRDefault="008C62F9" w:rsidP="003534FA">
            <w:pPr>
              <w:spacing w:after="0" w:line="240" w:lineRule="auto"/>
              <w:rPr>
                <w:rFonts w:ascii="Corbel" w:hAnsi="Corbel"/>
                <w:i/>
                <w:sz w:val="24"/>
                <w:szCs w:val="24"/>
              </w:rPr>
            </w:pPr>
            <w:proofErr w:type="spellStart"/>
            <w:r w:rsidRPr="003534FA">
              <w:rPr>
                <w:rFonts w:ascii="Corbel" w:hAnsi="Corbel"/>
                <w:sz w:val="24"/>
                <w:szCs w:val="24"/>
              </w:rPr>
              <w:t>McKay</w:t>
            </w:r>
            <w:proofErr w:type="spellEnd"/>
            <w:r w:rsidRPr="003534FA">
              <w:rPr>
                <w:rFonts w:ascii="Corbel" w:hAnsi="Corbel"/>
                <w:sz w:val="24"/>
                <w:szCs w:val="24"/>
              </w:rPr>
              <w:t xml:space="preserve"> M., Davis M., </w:t>
            </w:r>
            <w:proofErr w:type="spellStart"/>
            <w:r w:rsidRPr="003534FA">
              <w:rPr>
                <w:rFonts w:ascii="Corbel" w:hAnsi="Corbel"/>
                <w:sz w:val="24"/>
                <w:szCs w:val="24"/>
              </w:rPr>
              <w:t>Fanning</w:t>
            </w:r>
            <w:proofErr w:type="spellEnd"/>
            <w:r w:rsidRPr="003534FA">
              <w:rPr>
                <w:rFonts w:ascii="Corbel" w:hAnsi="Corbel"/>
                <w:sz w:val="24"/>
                <w:szCs w:val="24"/>
              </w:rPr>
              <w:t xml:space="preserve"> P., </w:t>
            </w:r>
            <w:r w:rsidRPr="003534FA">
              <w:rPr>
                <w:rFonts w:ascii="Corbel" w:hAnsi="Corbel"/>
                <w:i/>
                <w:sz w:val="24"/>
                <w:szCs w:val="24"/>
              </w:rPr>
              <w:t>Sztuka skutecznego porozumiewania się</w:t>
            </w:r>
            <w:r w:rsidRPr="003534FA">
              <w:rPr>
                <w:rFonts w:ascii="Corbel" w:hAnsi="Corbel"/>
                <w:sz w:val="24"/>
                <w:szCs w:val="24"/>
              </w:rPr>
              <w:t>, Gdańsk 2002.</w:t>
            </w:r>
          </w:p>
          <w:p w:rsidR="008C62F9" w:rsidRPr="003534FA" w:rsidRDefault="008C62F9" w:rsidP="003534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534FA">
              <w:rPr>
                <w:rFonts w:ascii="Corbel" w:hAnsi="Corbel"/>
                <w:sz w:val="24"/>
                <w:szCs w:val="24"/>
              </w:rPr>
              <w:t>Pease</w:t>
            </w:r>
            <w:proofErr w:type="spellEnd"/>
            <w:r w:rsidRPr="003534FA">
              <w:rPr>
                <w:rFonts w:ascii="Corbel" w:hAnsi="Corbel"/>
                <w:sz w:val="24"/>
                <w:szCs w:val="24"/>
              </w:rPr>
              <w:t xml:space="preserve"> A., </w:t>
            </w:r>
            <w:r w:rsidRPr="003534FA">
              <w:rPr>
                <w:rFonts w:ascii="Corbel" w:hAnsi="Corbel"/>
                <w:i/>
                <w:iCs/>
                <w:sz w:val="24"/>
                <w:szCs w:val="24"/>
              </w:rPr>
              <w:t>Mowa ciała,</w:t>
            </w:r>
            <w:r w:rsidRPr="003534FA">
              <w:rPr>
                <w:rFonts w:ascii="Corbel" w:hAnsi="Corbel"/>
                <w:sz w:val="24"/>
                <w:szCs w:val="24"/>
              </w:rPr>
              <w:t xml:space="preserve"> Kielce 2001.</w:t>
            </w:r>
          </w:p>
          <w:p w:rsidR="008C62F9" w:rsidRPr="003534FA" w:rsidRDefault="008C62F9" w:rsidP="003534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534FA">
              <w:rPr>
                <w:rFonts w:ascii="Corbel" w:hAnsi="Corbel"/>
                <w:sz w:val="24"/>
                <w:szCs w:val="24"/>
              </w:rPr>
              <w:t xml:space="preserve">Pietkiewicz E., </w:t>
            </w:r>
            <w:r w:rsidRPr="003534FA">
              <w:rPr>
                <w:rFonts w:ascii="Corbel" w:hAnsi="Corbel"/>
                <w:i/>
                <w:sz w:val="24"/>
                <w:szCs w:val="24"/>
              </w:rPr>
              <w:t>Savoir- vivre dla każdego</w:t>
            </w:r>
            <w:r w:rsidRPr="003534FA">
              <w:rPr>
                <w:rFonts w:ascii="Corbel" w:hAnsi="Corbel"/>
                <w:sz w:val="24"/>
                <w:szCs w:val="24"/>
              </w:rPr>
              <w:t>, Warszawa 1997.</w:t>
            </w:r>
          </w:p>
          <w:p w:rsidR="008C62F9" w:rsidRPr="003534FA" w:rsidRDefault="008C62F9" w:rsidP="003534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534FA">
              <w:rPr>
                <w:rFonts w:ascii="Corbel" w:hAnsi="Corbel"/>
                <w:sz w:val="24"/>
                <w:szCs w:val="24"/>
              </w:rPr>
              <w:t xml:space="preserve">Sarna P., </w:t>
            </w:r>
            <w:r w:rsidRPr="003534FA">
              <w:rPr>
                <w:rFonts w:ascii="Corbel" w:hAnsi="Corbel"/>
                <w:i/>
                <w:sz w:val="24"/>
                <w:szCs w:val="24"/>
              </w:rPr>
              <w:t>Kultura zawodu</w:t>
            </w:r>
            <w:r w:rsidRPr="003534FA">
              <w:rPr>
                <w:rFonts w:ascii="Corbel" w:hAnsi="Corbel"/>
                <w:sz w:val="24"/>
                <w:szCs w:val="24"/>
              </w:rPr>
              <w:t>, Poznań, 1995.</w:t>
            </w:r>
          </w:p>
          <w:p w:rsidR="008C62F9" w:rsidRPr="003534FA" w:rsidRDefault="008C62F9" w:rsidP="003534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534FA">
              <w:rPr>
                <w:rFonts w:ascii="Corbel" w:hAnsi="Corbel"/>
                <w:sz w:val="24"/>
                <w:szCs w:val="24"/>
              </w:rPr>
              <w:t xml:space="preserve">Sawicka E., </w:t>
            </w:r>
            <w:r w:rsidRPr="003534FA">
              <w:rPr>
                <w:rFonts w:ascii="Corbel" w:hAnsi="Corbel"/>
                <w:i/>
                <w:sz w:val="24"/>
                <w:szCs w:val="24"/>
              </w:rPr>
              <w:t>Savoir-vivre. Podręcznik dobrych manier</w:t>
            </w:r>
            <w:r w:rsidRPr="003534FA">
              <w:rPr>
                <w:rFonts w:ascii="Corbel" w:hAnsi="Corbel"/>
                <w:sz w:val="24"/>
                <w:szCs w:val="24"/>
              </w:rPr>
              <w:t>, Bielsko-Biała 2005.</w:t>
            </w:r>
          </w:p>
          <w:p w:rsidR="008C62F9" w:rsidRPr="003534FA" w:rsidRDefault="008C62F9" w:rsidP="003534FA">
            <w:pPr>
              <w:spacing w:after="0" w:line="240" w:lineRule="auto"/>
              <w:rPr>
                <w:rFonts w:ascii="Corbel" w:hAnsi="Corbel"/>
                <w:i/>
                <w:sz w:val="24"/>
                <w:szCs w:val="24"/>
              </w:rPr>
            </w:pPr>
            <w:r w:rsidRPr="003534FA">
              <w:rPr>
                <w:rFonts w:ascii="Corbel" w:hAnsi="Corbel"/>
                <w:sz w:val="24"/>
                <w:szCs w:val="24"/>
              </w:rPr>
              <w:t xml:space="preserve">Stewart J., (red.) </w:t>
            </w:r>
            <w:r w:rsidRPr="003534FA">
              <w:rPr>
                <w:rFonts w:ascii="Corbel" w:hAnsi="Corbel"/>
                <w:i/>
                <w:sz w:val="24"/>
                <w:szCs w:val="24"/>
              </w:rPr>
              <w:t>Mosty zamiast murów. Podręcznik komunikacji interpersonalnej</w:t>
            </w:r>
            <w:r w:rsidRPr="003534FA">
              <w:rPr>
                <w:rFonts w:ascii="Corbel" w:hAnsi="Corbel"/>
                <w:sz w:val="24"/>
                <w:szCs w:val="24"/>
              </w:rPr>
              <w:t xml:space="preserve">, Warszawa 2005. </w:t>
            </w:r>
          </w:p>
          <w:p w:rsidR="008C62F9" w:rsidRPr="003534FA" w:rsidRDefault="008C62F9" w:rsidP="003534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534FA">
              <w:rPr>
                <w:rFonts w:ascii="Corbel" w:hAnsi="Corbel"/>
                <w:sz w:val="24"/>
                <w:szCs w:val="24"/>
              </w:rPr>
              <w:t>Szmajke</w:t>
            </w:r>
            <w:proofErr w:type="spellEnd"/>
            <w:r w:rsidRPr="003534FA">
              <w:rPr>
                <w:rFonts w:ascii="Corbel" w:hAnsi="Corbel"/>
                <w:sz w:val="24"/>
                <w:szCs w:val="24"/>
              </w:rPr>
              <w:t xml:space="preserve"> A., </w:t>
            </w:r>
            <w:r w:rsidRPr="003534FA">
              <w:rPr>
                <w:rFonts w:ascii="Corbel" w:hAnsi="Corbel"/>
                <w:i/>
                <w:sz w:val="24"/>
                <w:szCs w:val="24"/>
              </w:rPr>
              <w:t>Autoprezentacja. Maski, pozy, miny</w:t>
            </w:r>
            <w:r w:rsidRPr="003534FA">
              <w:rPr>
                <w:rFonts w:ascii="Corbel" w:hAnsi="Corbel"/>
                <w:sz w:val="24"/>
                <w:szCs w:val="24"/>
              </w:rPr>
              <w:t>, Olsztyn 1999.</w:t>
            </w:r>
          </w:p>
          <w:p w:rsidR="003534FA" w:rsidRPr="003534FA" w:rsidRDefault="008C62F9" w:rsidP="003534FA">
            <w:pPr>
              <w:spacing w:after="0" w:line="240" w:lineRule="auto"/>
              <w:rPr>
                <w:rFonts w:ascii="Corbel" w:hAnsi="Corbel"/>
                <w:i/>
                <w:sz w:val="24"/>
                <w:szCs w:val="24"/>
              </w:rPr>
            </w:pPr>
            <w:r w:rsidRPr="003534FA">
              <w:rPr>
                <w:rFonts w:ascii="Corbel" w:hAnsi="Corbel"/>
                <w:sz w:val="24"/>
                <w:szCs w:val="24"/>
              </w:rPr>
              <w:t xml:space="preserve">Tarczyński D., </w:t>
            </w:r>
            <w:r w:rsidRPr="003534FA">
              <w:rPr>
                <w:rFonts w:ascii="Corbel" w:hAnsi="Corbel"/>
                <w:i/>
                <w:sz w:val="24"/>
                <w:szCs w:val="24"/>
              </w:rPr>
              <w:t>Zrozumieć człowieka z wyglądu</w:t>
            </w:r>
            <w:r w:rsidRPr="003534FA">
              <w:rPr>
                <w:rFonts w:ascii="Corbel" w:hAnsi="Corbel"/>
                <w:sz w:val="24"/>
                <w:szCs w:val="24"/>
              </w:rPr>
              <w:t>, Białystok 2000.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8C62F9" w:rsidRPr="003534FA" w:rsidRDefault="008C62F9" w:rsidP="003534FA">
            <w:pPr>
              <w:spacing w:after="0" w:line="240" w:lineRule="auto"/>
              <w:rPr>
                <w:rFonts w:ascii="Corbel" w:hAnsi="Corbel"/>
                <w:i/>
                <w:sz w:val="24"/>
                <w:szCs w:val="24"/>
              </w:rPr>
            </w:pPr>
            <w:proofErr w:type="spellStart"/>
            <w:r w:rsidRPr="003534FA">
              <w:rPr>
                <w:rFonts w:ascii="Corbel" w:hAnsi="Corbel"/>
                <w:sz w:val="24"/>
                <w:szCs w:val="24"/>
              </w:rPr>
              <w:t>Leary</w:t>
            </w:r>
            <w:proofErr w:type="spellEnd"/>
            <w:r w:rsidRPr="003534FA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3534FA">
              <w:rPr>
                <w:rFonts w:ascii="Corbel" w:hAnsi="Corbel"/>
                <w:i/>
                <w:sz w:val="24"/>
                <w:szCs w:val="24"/>
              </w:rPr>
              <w:t>Wywieranie wrażenia na innych. O sztuce autoprezentacji</w:t>
            </w:r>
            <w:r w:rsidRPr="003534FA">
              <w:rPr>
                <w:rFonts w:ascii="Corbel" w:hAnsi="Corbel"/>
                <w:sz w:val="24"/>
                <w:szCs w:val="24"/>
              </w:rPr>
              <w:t>, Gdańsk 1999.</w:t>
            </w:r>
          </w:p>
          <w:p w:rsidR="008C62F9" w:rsidRPr="003534FA" w:rsidRDefault="008C62F9" w:rsidP="003534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534FA">
              <w:rPr>
                <w:rFonts w:ascii="Corbel" w:hAnsi="Corbel"/>
                <w:sz w:val="24"/>
                <w:szCs w:val="24"/>
              </w:rPr>
              <w:t xml:space="preserve">Pietkiewicz E., </w:t>
            </w:r>
            <w:r w:rsidRPr="003534FA">
              <w:rPr>
                <w:rFonts w:ascii="Corbel" w:hAnsi="Corbel"/>
                <w:i/>
                <w:sz w:val="24"/>
                <w:szCs w:val="24"/>
              </w:rPr>
              <w:t>Etykieta menedżera</w:t>
            </w:r>
            <w:r w:rsidRPr="003534FA">
              <w:rPr>
                <w:rFonts w:ascii="Corbel" w:hAnsi="Corbel"/>
                <w:sz w:val="24"/>
                <w:szCs w:val="24"/>
              </w:rPr>
              <w:t>, Warszawa 1993.</w:t>
            </w:r>
          </w:p>
          <w:p w:rsidR="003534FA" w:rsidRPr="001C2FCC" w:rsidRDefault="008C62F9" w:rsidP="001C2FCC">
            <w:pPr>
              <w:spacing w:after="0" w:line="240" w:lineRule="auto"/>
              <w:rPr>
                <w:rFonts w:ascii="Corbel" w:hAnsi="Corbel"/>
                <w:i/>
                <w:sz w:val="24"/>
                <w:szCs w:val="24"/>
              </w:rPr>
            </w:pPr>
            <w:r w:rsidRPr="003534FA">
              <w:rPr>
                <w:rFonts w:ascii="Corbel" w:hAnsi="Corbel"/>
                <w:sz w:val="24"/>
                <w:szCs w:val="24"/>
              </w:rPr>
              <w:t xml:space="preserve">Pietrusiński Z., </w:t>
            </w:r>
            <w:r w:rsidRPr="003534FA">
              <w:rPr>
                <w:rFonts w:ascii="Corbel" w:hAnsi="Corbel"/>
                <w:i/>
                <w:sz w:val="24"/>
                <w:szCs w:val="24"/>
              </w:rPr>
              <w:t>Ekspansja pięknych umysłów. Nowy renesans i ożywcza autokreacja</w:t>
            </w:r>
            <w:r w:rsidRPr="003534FA">
              <w:rPr>
                <w:rFonts w:ascii="Corbel" w:hAnsi="Corbel"/>
                <w:sz w:val="24"/>
                <w:szCs w:val="24"/>
              </w:rPr>
              <w:t>, Warszawa 2008.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039F" w:rsidRDefault="000A039F" w:rsidP="00C16ABF">
      <w:pPr>
        <w:spacing w:after="0" w:line="240" w:lineRule="auto"/>
      </w:pPr>
      <w:r>
        <w:separator/>
      </w:r>
    </w:p>
  </w:endnote>
  <w:endnote w:type="continuationSeparator" w:id="0">
    <w:p w:rsidR="000A039F" w:rsidRDefault="000A039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039F" w:rsidRDefault="000A039F" w:rsidP="00C16ABF">
      <w:pPr>
        <w:spacing w:after="0" w:line="240" w:lineRule="auto"/>
      </w:pPr>
      <w:r>
        <w:separator/>
      </w:r>
    </w:p>
  </w:footnote>
  <w:footnote w:type="continuationSeparator" w:id="0">
    <w:p w:rsidR="000A039F" w:rsidRDefault="000A039F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294D"/>
    <w:rsid w:val="000742DC"/>
    <w:rsid w:val="000835F6"/>
    <w:rsid w:val="00084C12"/>
    <w:rsid w:val="0009462C"/>
    <w:rsid w:val="00094B12"/>
    <w:rsid w:val="00096C46"/>
    <w:rsid w:val="000A039F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2AC3"/>
    <w:rsid w:val="001737CF"/>
    <w:rsid w:val="00176083"/>
    <w:rsid w:val="001770C7"/>
    <w:rsid w:val="00192F37"/>
    <w:rsid w:val="00193629"/>
    <w:rsid w:val="001A26B3"/>
    <w:rsid w:val="001A70D2"/>
    <w:rsid w:val="001B79DF"/>
    <w:rsid w:val="001C2FCC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6DBF"/>
    <w:rsid w:val="002D73D4"/>
    <w:rsid w:val="002F02A3"/>
    <w:rsid w:val="002F4ABE"/>
    <w:rsid w:val="003018BA"/>
    <w:rsid w:val="0030395F"/>
    <w:rsid w:val="00305C92"/>
    <w:rsid w:val="003151C5"/>
    <w:rsid w:val="003343CF"/>
    <w:rsid w:val="00343E9B"/>
    <w:rsid w:val="00346FE9"/>
    <w:rsid w:val="0034759A"/>
    <w:rsid w:val="003503F6"/>
    <w:rsid w:val="003530DD"/>
    <w:rsid w:val="003534FA"/>
    <w:rsid w:val="00363F78"/>
    <w:rsid w:val="00373527"/>
    <w:rsid w:val="00381882"/>
    <w:rsid w:val="00386A83"/>
    <w:rsid w:val="003A0A5B"/>
    <w:rsid w:val="003A1176"/>
    <w:rsid w:val="003A5D25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42DB"/>
    <w:rsid w:val="004968E2"/>
    <w:rsid w:val="004A3EEA"/>
    <w:rsid w:val="004A4D1F"/>
    <w:rsid w:val="004A71D6"/>
    <w:rsid w:val="004B43BF"/>
    <w:rsid w:val="004D0AF3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2FA0"/>
    <w:rsid w:val="00543ACC"/>
    <w:rsid w:val="0056696D"/>
    <w:rsid w:val="00573EF9"/>
    <w:rsid w:val="0059484D"/>
    <w:rsid w:val="005A0855"/>
    <w:rsid w:val="005A3196"/>
    <w:rsid w:val="005B64EC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5DB"/>
    <w:rsid w:val="006F1FBC"/>
    <w:rsid w:val="006F31E2"/>
    <w:rsid w:val="00706544"/>
    <w:rsid w:val="0070685E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345F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62F9"/>
    <w:rsid w:val="008C6F5F"/>
    <w:rsid w:val="008D3DFB"/>
    <w:rsid w:val="008E64F4"/>
    <w:rsid w:val="008F12C9"/>
    <w:rsid w:val="008F5E63"/>
    <w:rsid w:val="008F6E29"/>
    <w:rsid w:val="00916188"/>
    <w:rsid w:val="00923D7D"/>
    <w:rsid w:val="009508DF"/>
    <w:rsid w:val="00950DAC"/>
    <w:rsid w:val="00954A07"/>
    <w:rsid w:val="00991976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9F53B0"/>
    <w:rsid w:val="00A00ECC"/>
    <w:rsid w:val="00A155EE"/>
    <w:rsid w:val="00A220D2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32B"/>
    <w:rsid w:val="00A84C85"/>
    <w:rsid w:val="00A97DE1"/>
    <w:rsid w:val="00AB053C"/>
    <w:rsid w:val="00AC3592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394C"/>
    <w:rsid w:val="00B66529"/>
    <w:rsid w:val="00B75946"/>
    <w:rsid w:val="00B8056E"/>
    <w:rsid w:val="00B819C8"/>
    <w:rsid w:val="00B82308"/>
    <w:rsid w:val="00B90885"/>
    <w:rsid w:val="00BB346D"/>
    <w:rsid w:val="00BB520A"/>
    <w:rsid w:val="00BD3869"/>
    <w:rsid w:val="00BD66E9"/>
    <w:rsid w:val="00BD6FF4"/>
    <w:rsid w:val="00BE3C35"/>
    <w:rsid w:val="00BF2C41"/>
    <w:rsid w:val="00C0527C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278E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432C"/>
    <w:rsid w:val="00D170BE"/>
    <w:rsid w:val="00D17689"/>
    <w:rsid w:val="00D17C3C"/>
    <w:rsid w:val="00D26B2C"/>
    <w:rsid w:val="00D31F50"/>
    <w:rsid w:val="00D352C9"/>
    <w:rsid w:val="00D425B2"/>
    <w:rsid w:val="00D428D6"/>
    <w:rsid w:val="00D552B2"/>
    <w:rsid w:val="00D608D1"/>
    <w:rsid w:val="00D634B1"/>
    <w:rsid w:val="00D63896"/>
    <w:rsid w:val="00D74119"/>
    <w:rsid w:val="00D8075B"/>
    <w:rsid w:val="00D838A0"/>
    <w:rsid w:val="00D857A5"/>
    <w:rsid w:val="00D8678B"/>
    <w:rsid w:val="00D8757B"/>
    <w:rsid w:val="00DA2114"/>
    <w:rsid w:val="00DA4EBE"/>
    <w:rsid w:val="00DB4D00"/>
    <w:rsid w:val="00DB7BD9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01D5"/>
    <w:rsid w:val="00E63348"/>
    <w:rsid w:val="00E70185"/>
    <w:rsid w:val="00E77E88"/>
    <w:rsid w:val="00E8107D"/>
    <w:rsid w:val="00E960BB"/>
    <w:rsid w:val="00E97DC8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28E0"/>
    <w:rsid w:val="00F242E4"/>
    <w:rsid w:val="00F27A7B"/>
    <w:rsid w:val="00F526AF"/>
    <w:rsid w:val="00F56F2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0FF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636B07-EA1C-4AD1-A1D4-DACEFE9A9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933</Words>
  <Characters>5601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9</cp:revision>
  <cp:lastPrinted>2019-10-23T18:59:00Z</cp:lastPrinted>
  <dcterms:created xsi:type="dcterms:W3CDTF">2021-01-11T14:35:00Z</dcterms:created>
  <dcterms:modified xsi:type="dcterms:W3CDTF">2022-02-23T12:27:00Z</dcterms:modified>
</cp:coreProperties>
</file>